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FB73F1" w:rsidRPr="00A13D8E" w:rsidRDefault="00FB73F1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sz w:val="20"/>
          <w:szCs w:val="20"/>
        </w:rPr>
        <w:t>Wzór oświadczenia o niepodleganiu wykluczeniu z postępowania</w:t>
      </w:r>
    </w:p>
    <w:p w:rsidR="00A13D8E" w:rsidRPr="00A13D8E" w:rsidRDefault="00A13D8E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A13D8E" w:rsidRPr="00A13D8E" w:rsidRDefault="00177020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812C4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812C4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CE607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ze zm.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A13D8E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A13D8E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PODMIOT W IMIENIU KTÓREGO SKŁADANE JEST OŚWIADCZENIE:</w:t>
      </w:r>
    </w:p>
    <w:bookmarkEnd w:id="0"/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  <w:u w:val="single"/>
        </w:rPr>
        <w:t>reprezentowany przez: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A13D8E">
        <w:rPr>
          <w:rFonts w:ascii="Cambria" w:eastAsia="Calibri" w:hAnsi="Cambria" w:cs="Tahoma"/>
          <w:sz w:val="20"/>
          <w:szCs w:val="20"/>
        </w:rPr>
        <w:br/>
        <w:t>i przeprowadzenie szkolenia pn</w:t>
      </w:r>
      <w:r w:rsidR="00576141">
        <w:rPr>
          <w:rFonts w:ascii="Cambria" w:eastAsia="Calibri" w:hAnsi="Cambria" w:cs="Tahoma"/>
          <w:sz w:val="20"/>
          <w:szCs w:val="20"/>
        </w:rPr>
        <w:t xml:space="preserve">. </w:t>
      </w:r>
      <w:r w:rsidR="00055BCA">
        <w:rPr>
          <w:rFonts w:ascii="Cambria" w:hAnsi="Cambria"/>
          <w:b/>
          <w:sz w:val="20"/>
          <w:szCs w:val="20"/>
        </w:rPr>
        <w:t>„Magazynier z obsługą kas fiskalnych, programów magazynowych, fakturowaniem i obsługą wózków jezdniowych podnośnikowych</w:t>
      </w:r>
      <w:bookmarkStart w:id="1" w:name="_GoBack"/>
      <w:bookmarkEnd w:id="1"/>
      <w:r w:rsidR="00055BCA" w:rsidRPr="00AD2FAA">
        <w:rPr>
          <w:rFonts w:ascii="Cambria" w:hAnsi="Cambria"/>
          <w:b/>
          <w:sz w:val="20"/>
          <w:szCs w:val="20"/>
        </w:rPr>
        <w:t>”</w:t>
      </w:r>
      <w:r w:rsidR="00055BCA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6436EB" w:rsidRPr="00071093">
        <w:rPr>
          <w:rFonts w:ascii="Cambria" w:eastAsia="Calibri" w:hAnsi="Cambria" w:cs="Tahoma"/>
          <w:sz w:val="20"/>
          <w:szCs w:val="20"/>
        </w:rPr>
        <w:t>dla</w:t>
      </w:r>
      <w:r w:rsidR="006436EB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055BCA">
        <w:rPr>
          <w:rFonts w:ascii="Cambria" w:eastAsia="Calibri" w:hAnsi="Cambria" w:cs="Tahoma"/>
          <w:sz w:val="20"/>
          <w:szCs w:val="20"/>
        </w:rPr>
        <w:t>15</w:t>
      </w:r>
      <w:r w:rsidR="006436EB">
        <w:rPr>
          <w:rFonts w:ascii="Cambria" w:eastAsia="Calibri" w:hAnsi="Cambria" w:cs="Tahoma"/>
          <w:sz w:val="20"/>
          <w:szCs w:val="20"/>
        </w:rPr>
        <w:t xml:space="preserve"> </w:t>
      </w:r>
      <w:r w:rsidRPr="00F31702">
        <w:rPr>
          <w:rFonts w:ascii="Cambria" w:eastAsia="Calibri" w:hAnsi="Cambria" w:cs="Tahoma"/>
          <w:sz w:val="20"/>
          <w:szCs w:val="20"/>
        </w:rPr>
        <w:t>osób bezrobot</w:t>
      </w:r>
      <w:r w:rsidRPr="00A13D8E">
        <w:rPr>
          <w:rFonts w:ascii="Cambria" w:eastAsia="Calibri" w:hAnsi="Cambria" w:cs="Tahoma"/>
          <w:sz w:val="20"/>
          <w:szCs w:val="20"/>
        </w:rPr>
        <w:t xml:space="preserve">nych zarejestrowanych w Powiatowym Urzędzie Pracy w Lublinie i Filii w Bełżycach i Filii w Bychawie </w:t>
      </w:r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oświadczam, co następuje:</w:t>
      </w: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nie podlega wykluczeniu: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Oświadczam, że podmiot, w imieniu którego składane jest oświadczenie: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108 ust. 1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>;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nie podlega wykluczeniu w zakresie wskazanym w art. 7 ust. 1 ustawy z dnia 13 kwietnia 2022r. o szczególnych rozwiązaniach w zakresie przeciwdziałania wspieraniu agresji na Ukrainę oraz służących ochronie bezpieczeństwa narodowego (Dz. U. z 202</w:t>
      </w:r>
      <w:r w:rsidR="003D4B35">
        <w:rPr>
          <w:rFonts w:ascii="Cambria" w:eastAsia="Calibri" w:hAnsi="Cambria" w:cs="Tahoma"/>
          <w:sz w:val="20"/>
          <w:szCs w:val="20"/>
        </w:rPr>
        <w:t>4</w:t>
      </w:r>
      <w:r w:rsidRPr="00A13D8E">
        <w:rPr>
          <w:rFonts w:ascii="Cambria" w:eastAsia="Calibri" w:hAnsi="Cambria" w:cs="Tahoma"/>
          <w:sz w:val="20"/>
          <w:szCs w:val="20"/>
        </w:rPr>
        <w:t xml:space="preserve"> r. poz. </w:t>
      </w:r>
      <w:r w:rsidR="003D4B35">
        <w:rPr>
          <w:rFonts w:ascii="Cambria" w:eastAsia="Calibri" w:hAnsi="Cambria" w:cs="Tahoma"/>
          <w:sz w:val="20"/>
          <w:szCs w:val="20"/>
        </w:rPr>
        <w:t>507</w:t>
      </w:r>
      <w:r w:rsidRPr="00A13D8E">
        <w:rPr>
          <w:rFonts w:ascii="Cambria" w:eastAsia="Calibri" w:hAnsi="Cambria" w:cs="Tahoma"/>
          <w:sz w:val="20"/>
          <w:szCs w:val="20"/>
        </w:rPr>
        <w:t>).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40" w:lineRule="auto"/>
        <w:ind w:firstLine="426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………….……. r. </w:t>
      </w:r>
    </w:p>
    <w:p w:rsidR="00A13D8E" w:rsidRPr="00A13D8E" w:rsidRDefault="00A13D8E" w:rsidP="00A13D8E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lastRenderedPageBreak/>
        <w:t xml:space="preserve">          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5D7472" w:rsidRPr="00A13D8E" w:rsidRDefault="005D7472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podlega wykluczeniu:</w:t>
      </w:r>
    </w:p>
    <w:p w:rsidR="00A13D8E" w:rsidRPr="00A13D8E" w:rsidRDefault="00A13D8E" w:rsidP="00A13D8E">
      <w:pPr>
        <w:spacing w:after="0" w:line="276" w:lineRule="auto"/>
        <w:ind w:left="720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……………………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i/>
          <w:sz w:val="20"/>
          <w:szCs w:val="20"/>
        </w:rPr>
        <w:t>(podać mającą zastosowanie podstawę wykluczenia).</w:t>
      </w:r>
    </w:p>
    <w:p w:rsidR="00A13D8E" w:rsidRPr="00A13D8E" w:rsidRDefault="00A13D8E" w:rsidP="00A13D8E">
      <w:p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Jednocześnie oświadczam, że na podstawie art. 110 ust. 2 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Oświadczenie dotyczące podanych informacji: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wszystkie informacje podane w powyższych oświadczeniach </w:t>
      </w:r>
      <w:r w:rsidRPr="00A13D8E">
        <w:rPr>
          <w:rFonts w:ascii="Cambria" w:eastAsia="Calibri" w:hAnsi="Cambria" w:cs="Tahoma"/>
          <w:sz w:val="20"/>
          <w:szCs w:val="20"/>
        </w:rPr>
        <w:br/>
        <w:t>są aktualne i zgodne z prawdą.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(podpis)</w:t>
      </w:r>
    </w:p>
    <w:p w:rsidR="00BA1FD9" w:rsidRPr="00A13D8E" w:rsidRDefault="00BA1FD9" w:rsidP="00A13D8E"/>
    <w:sectPr w:rsidR="00BA1FD9" w:rsidRPr="00A13D8E" w:rsidSect="00FB73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567" w:right="1418" w:bottom="1418" w:left="1418" w:header="397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D8" w:rsidRDefault="008C10D8" w:rsidP="008C10D8">
      <w:pPr>
        <w:spacing w:after="0" w:line="240" w:lineRule="auto"/>
      </w:pPr>
      <w:r>
        <w:separator/>
      </w:r>
    </w:p>
  </w:endnote>
  <w:end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BCA" w:rsidRDefault="00055B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783" w:rsidRDefault="006E0783">
    <w:pPr>
      <w:pStyle w:val="Stopka"/>
    </w:pPr>
    <w:r>
      <w:rPr>
        <w:noProof/>
        <w:lang w:eastAsia="pl-PL"/>
      </w:rPr>
      <w:drawing>
        <wp:inline distT="0" distB="0" distL="0" distR="0" wp14:anchorId="5BA8BCAC" wp14:editId="735B092B">
          <wp:extent cx="5755640" cy="807186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BCA" w:rsidRDefault="00055B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D8" w:rsidRDefault="008C10D8" w:rsidP="008C10D8">
      <w:pPr>
        <w:spacing w:after="0" w:line="240" w:lineRule="auto"/>
      </w:pPr>
      <w:r>
        <w:separator/>
      </w:r>
    </w:p>
  </w:footnote>
  <w:foot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BCA" w:rsidRDefault="00055B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3F1" w:rsidRDefault="00FB73F1" w:rsidP="00FB73F1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FB73F1" w:rsidRDefault="004C5F3E" w:rsidP="00FB73F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055BCA">
      <w:rPr>
        <w:rFonts w:ascii="Cambria" w:eastAsia="Calibri" w:hAnsi="Cambria" w:cs="Tahoma"/>
        <w:b/>
        <w:bCs/>
        <w:sz w:val="20"/>
        <w:szCs w:val="20"/>
      </w:rPr>
      <w:t>6</w:t>
    </w:r>
    <w:r w:rsidR="00FB73F1">
      <w:rPr>
        <w:rFonts w:ascii="Cambria" w:eastAsia="Calibri" w:hAnsi="Cambria" w:cs="Tahoma"/>
        <w:b/>
        <w:bCs/>
        <w:sz w:val="20"/>
        <w:szCs w:val="20"/>
      </w:rPr>
      <w:t>/2</w:t>
    </w:r>
    <w:r w:rsidR="00812C4A">
      <w:rPr>
        <w:rFonts w:ascii="Cambria" w:eastAsia="Calibri" w:hAnsi="Cambria" w:cs="Tahoma"/>
        <w:b/>
        <w:bCs/>
        <w:sz w:val="20"/>
        <w:szCs w:val="20"/>
      </w:rPr>
      <w:t>5</w:t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b/>
        <w:bCs/>
        <w:i/>
        <w:sz w:val="20"/>
        <w:szCs w:val="20"/>
      </w:rPr>
      <w:t xml:space="preserve">Załącznik nr </w:t>
    </w:r>
    <w:r w:rsidR="00ED74B9">
      <w:rPr>
        <w:rFonts w:ascii="Cambria" w:eastAsia="Calibri" w:hAnsi="Cambria" w:cs="Tahoma"/>
        <w:b/>
        <w:bCs/>
        <w:i/>
        <w:sz w:val="20"/>
        <w:szCs w:val="20"/>
      </w:rPr>
      <w:t xml:space="preserve">4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>do SWZ</w:t>
    </w:r>
  </w:p>
  <w:p w:rsidR="00FB73F1" w:rsidRDefault="00FB73F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BCA" w:rsidRDefault="00055B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02"/>
    <w:rsid w:val="00055BCA"/>
    <w:rsid w:val="000A1752"/>
    <w:rsid w:val="000B6E89"/>
    <w:rsid w:val="00177020"/>
    <w:rsid w:val="00276889"/>
    <w:rsid w:val="003D4B35"/>
    <w:rsid w:val="00444241"/>
    <w:rsid w:val="004C5F3E"/>
    <w:rsid w:val="004E4B71"/>
    <w:rsid w:val="00576141"/>
    <w:rsid w:val="00587EC5"/>
    <w:rsid w:val="005D7472"/>
    <w:rsid w:val="006436EB"/>
    <w:rsid w:val="00650C78"/>
    <w:rsid w:val="006B6FA7"/>
    <w:rsid w:val="006E0783"/>
    <w:rsid w:val="00812C4A"/>
    <w:rsid w:val="00892729"/>
    <w:rsid w:val="008C10D8"/>
    <w:rsid w:val="00A13D8E"/>
    <w:rsid w:val="00AB6567"/>
    <w:rsid w:val="00BA1FD9"/>
    <w:rsid w:val="00C1156A"/>
    <w:rsid w:val="00C7725D"/>
    <w:rsid w:val="00C822D0"/>
    <w:rsid w:val="00CE2644"/>
    <w:rsid w:val="00CE607D"/>
    <w:rsid w:val="00DE3C73"/>
    <w:rsid w:val="00DF6B02"/>
    <w:rsid w:val="00ED74B9"/>
    <w:rsid w:val="00F31702"/>
    <w:rsid w:val="00F414A1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4CAAC9C</Template>
  <TotalTime>2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11</cp:revision>
  <dcterms:created xsi:type="dcterms:W3CDTF">2025-03-13T10:24:00Z</dcterms:created>
  <dcterms:modified xsi:type="dcterms:W3CDTF">2025-10-07T08:12:00Z</dcterms:modified>
</cp:coreProperties>
</file>